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2E6" w:rsidRPr="000002E6" w:rsidRDefault="000002E6" w:rsidP="000002E6">
      <w:pPr>
        <w:ind w:left="426"/>
        <w:jc w:val="center"/>
        <w:rPr>
          <w:rFonts w:ascii="Times New Roman" w:hAnsi="Times New Roman" w:cs="Times New Roman"/>
          <w:b/>
          <w:sz w:val="44"/>
          <w:szCs w:val="24"/>
        </w:rPr>
      </w:pPr>
      <w:bookmarkStart w:id="0" w:name="_GoBack"/>
      <w:r w:rsidRPr="000002E6">
        <w:rPr>
          <w:rFonts w:ascii="Times New Roman" w:hAnsi="Times New Roman" w:cs="Times New Roman"/>
          <w:b/>
          <w:sz w:val="44"/>
          <w:szCs w:val="24"/>
        </w:rPr>
        <w:t>Allegato 1</w:t>
      </w:r>
    </w:p>
    <w:bookmarkEnd w:id="0"/>
    <w:p w:rsidR="000002E6" w:rsidRDefault="000002E6" w:rsidP="000002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Plancia di gioco per il gioco 1.</w:t>
      </w:r>
    </w:p>
    <w:tbl>
      <w:tblPr>
        <w:tblStyle w:val="Grigliatabella"/>
        <w:tblW w:w="10719" w:type="dxa"/>
        <w:tblInd w:w="-34" w:type="dxa"/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0002E6" w:rsidTr="00584E83">
        <w:trPr>
          <w:trHeight w:val="1191"/>
        </w:trPr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  <w:r>
              <w:rPr>
                <w:noProof/>
                <w:lang w:eastAsia="it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389255</wp:posOffset>
                      </wp:positionV>
                      <wp:extent cx="6045835" cy="6096000"/>
                      <wp:effectExtent l="38100" t="38100" r="31115" b="38100"/>
                      <wp:wrapNone/>
                      <wp:docPr id="5" name="Casella di tes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45835" cy="6096000"/>
                              </a:xfrm>
                              <a:prstGeom prst="rect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002E6" w:rsidRDefault="000002E6" w:rsidP="000002E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5" o:spid="_x0000_s1026" type="#_x0000_t202" style="position:absolute;left:0;text-align:left;margin-left:25.4pt;margin-top:30.65pt;width:476.05pt;height:4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" filled="f" strokeweight="6pt">
                      <v:textbox>
                        <w:txbxContent>
                          <w:p w:rsidR="000002E6" w:rsidRDefault="000002E6" w:rsidP="000002E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</w:tr>
      <w:tr w:rsidR="000002E6" w:rsidTr="00584E83">
        <w:trPr>
          <w:trHeight w:val="1191"/>
        </w:trPr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</w:tr>
      <w:tr w:rsidR="000002E6" w:rsidTr="00584E83">
        <w:trPr>
          <w:trHeight w:val="1191"/>
        </w:trPr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  <w:r>
              <w:rPr>
                <w:noProof/>
                <w:color w:val="00B050"/>
                <w:lang w:eastAsia="it-C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434340</wp:posOffset>
                      </wp:positionV>
                      <wp:extent cx="685800" cy="685800"/>
                      <wp:effectExtent l="0" t="0" r="19050" b="19050"/>
                      <wp:wrapNone/>
                      <wp:docPr id="4" name="Ova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68218B" id="Ovale 4" o:spid="_x0000_s1026" style="position:absolute;margin-left:23.2pt;margin-top:34.2pt;width:54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" fillcolor="yellow"/>
                  </w:pict>
                </mc:Fallback>
              </mc:AlternateContent>
            </w: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  <w:r>
              <w:rPr>
                <w:noProof/>
                <w:lang w:eastAsia="it-C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506095</wp:posOffset>
                      </wp:positionV>
                      <wp:extent cx="685800" cy="685800"/>
                      <wp:effectExtent l="0" t="0" r="19050" b="19050"/>
                      <wp:wrapNone/>
                      <wp:docPr id="3" name="Ova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6E2CE" id="Ovale 3" o:spid="_x0000_s1026" style="position:absolute;margin-left:21.75pt;margin-top:39.85pt;width:54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" fillcolor="#0070c0"/>
                  </w:pict>
                </mc:Fallback>
              </mc:AlternateContent>
            </w: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</w:tr>
      <w:tr w:rsidR="000002E6" w:rsidTr="00584E83">
        <w:trPr>
          <w:trHeight w:val="1191"/>
        </w:trPr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</w:tr>
      <w:tr w:rsidR="000002E6" w:rsidTr="00584E83">
        <w:trPr>
          <w:trHeight w:val="1191"/>
        </w:trPr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</w:tr>
      <w:tr w:rsidR="000002E6" w:rsidTr="00584E83">
        <w:trPr>
          <w:trHeight w:val="1191"/>
        </w:trPr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  <w:r>
              <w:rPr>
                <w:noProof/>
                <w:lang w:eastAsia="it-C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452120</wp:posOffset>
                      </wp:positionV>
                      <wp:extent cx="685800" cy="685800"/>
                      <wp:effectExtent l="0" t="0" r="19050" b="19050"/>
                      <wp:wrapNone/>
                      <wp:docPr id="2" name="Ova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58B378" id="Ovale 2" o:spid="_x0000_s1026" style="position:absolute;margin-left:23.4pt;margin-top:35.6pt;width:54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" fillcolor="red"/>
                  </w:pict>
                </mc:Fallback>
              </mc:AlternateContent>
            </w: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  <w:r>
              <w:rPr>
                <w:noProof/>
                <w:lang w:eastAsia="it-CH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472440</wp:posOffset>
                      </wp:positionV>
                      <wp:extent cx="685800" cy="685800"/>
                      <wp:effectExtent l="0" t="0" r="19050" b="19050"/>
                      <wp:wrapNone/>
                      <wp:docPr id="1" name="Ova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2D05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BD5A23" id="Ovale 1" o:spid="_x0000_s1026" style="position:absolute;margin-left:29.45pt;margin-top:37.2pt;width:54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" fillcolor="#92d050"/>
                  </w:pict>
                </mc:Fallback>
              </mc:AlternateContent>
            </w: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</w:tr>
      <w:tr w:rsidR="000002E6" w:rsidTr="00584E83">
        <w:trPr>
          <w:trHeight w:val="1191"/>
        </w:trPr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</w:tr>
      <w:tr w:rsidR="000002E6" w:rsidTr="00584E83">
        <w:trPr>
          <w:trHeight w:val="1191"/>
        </w:trPr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</w:tr>
      <w:tr w:rsidR="000002E6" w:rsidTr="00584E83">
        <w:trPr>
          <w:trHeight w:val="1191"/>
        </w:trPr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</w:tcPr>
          <w:p w:rsidR="000002E6" w:rsidRDefault="000002E6" w:rsidP="00584E83">
            <w:pPr>
              <w:ind w:left="-567" w:firstLine="567"/>
              <w:jc w:val="center"/>
            </w:pPr>
          </w:p>
        </w:tc>
        <w:tc>
          <w:tcPr>
            <w:tcW w:w="1191" w:type="dxa"/>
            <w:vAlign w:val="center"/>
          </w:tcPr>
          <w:p w:rsidR="000002E6" w:rsidRDefault="000002E6" w:rsidP="00584E83">
            <w:pPr>
              <w:ind w:left="-567" w:firstLine="567"/>
              <w:jc w:val="center"/>
            </w:pPr>
          </w:p>
        </w:tc>
      </w:tr>
    </w:tbl>
    <w:p w:rsidR="00545179" w:rsidRDefault="00545179" w:rsidP="000002E6">
      <w:pPr>
        <w:ind w:left="426"/>
      </w:pPr>
    </w:p>
    <w:sectPr w:rsidR="00545179" w:rsidSect="000002E6">
      <w:pgSz w:w="11906" w:h="16838"/>
      <w:pgMar w:top="1417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E6"/>
    <w:rsid w:val="000002E6"/>
    <w:rsid w:val="0054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5:chartTrackingRefBased/>
  <w15:docId w15:val="{17EA79B0-FC7B-49BE-95A7-6E7A6148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0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A95B0149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Canducci Michele</cp:lastModifiedBy>
  <cp:revision>1</cp:revision>
  <dcterms:created xsi:type="dcterms:W3CDTF">2018-06-18T08:49:00Z</dcterms:created>
  <dcterms:modified xsi:type="dcterms:W3CDTF">2018-06-18T08:51:00Z</dcterms:modified>
</cp:coreProperties>
</file>